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27" w:rsidRDefault="00C57E27" w:rsidP="00B03C07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Ethics Video</w:t>
      </w:r>
    </w:p>
    <w:p w:rsidR="00C57E27" w:rsidRPr="00542A1A" w:rsidRDefault="00C57E27" w:rsidP="00542A1A">
      <w:pPr>
        <w:rPr>
          <w:sz w:val="32"/>
          <w:szCs w:val="32"/>
        </w:rPr>
      </w:pPr>
      <w:r w:rsidRPr="00542A1A">
        <w:rPr>
          <w:sz w:val="32"/>
          <w:szCs w:val="32"/>
        </w:rPr>
        <w:t>Name</w:t>
      </w:r>
      <w:r>
        <w:rPr>
          <w:sz w:val="32"/>
          <w:szCs w:val="32"/>
        </w:rPr>
        <w:t>s: _________________________________________________________</w:t>
      </w:r>
    </w:p>
    <w:p w:rsidR="00C57E27" w:rsidRDefault="00C57E27" w:rsidP="006B4EC7">
      <w:r w:rsidRPr="006B4EC7">
        <w:t>Business ethics is the behavior that a business adheres to in its daily dealings with the world. The ethics of a particular business can be diverse. They apply not only to how the business interacts with the world at large, but also to their one-on-one dealings with a single customer.</w:t>
      </w:r>
      <w:r>
        <w:t xml:space="preserve"> </w:t>
      </w:r>
    </w:p>
    <w:p w:rsidR="00C57E27" w:rsidRPr="006B4EC7" w:rsidRDefault="00C57E27" w:rsidP="006B4EC7">
      <w:r>
        <w:t>Together with the members of your group, you will create an ethics video. The video will show an unethical work situation followed by the corrected ethical version. Remember, creativity goes a long way!</w:t>
      </w:r>
    </w:p>
    <w:p w:rsidR="00C57E27" w:rsidRPr="00A71BD7" w:rsidRDefault="00C57E27" w:rsidP="00FA79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VIDEO</w:t>
      </w:r>
      <w:r w:rsidRPr="00A71BD7">
        <w:rPr>
          <w:b/>
          <w:bCs/>
          <w:sz w:val="28"/>
          <w:szCs w:val="28"/>
        </w:rPr>
        <w:t xml:space="preserve"> GRADE </w:t>
      </w:r>
    </w:p>
    <w:tbl>
      <w:tblPr>
        <w:tblW w:w="1088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69"/>
        <w:gridCol w:w="1646"/>
        <w:gridCol w:w="1398"/>
        <w:gridCol w:w="1545"/>
        <w:gridCol w:w="1650"/>
        <w:gridCol w:w="1674"/>
      </w:tblGrid>
      <w:tr w:rsidR="00C57E27" w:rsidRPr="00810647">
        <w:trPr>
          <w:trHeight w:val="612"/>
        </w:trPr>
        <w:tc>
          <w:tcPr>
            <w:tcW w:w="3070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679" w:type="dxa"/>
            <w:vAlign w:val="center"/>
          </w:tcPr>
          <w:p w:rsidR="00C57E27" w:rsidRDefault="00C57E27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  <w:p w:rsidR="00C57E27" w:rsidRDefault="00C57E27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</w:p>
          <w:p w:rsidR="00C57E27" w:rsidRPr="00810647" w:rsidRDefault="00C57E27" w:rsidP="0081064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Excellent </w:t>
            </w:r>
          </w:p>
        </w:tc>
        <w:tc>
          <w:tcPr>
            <w:tcW w:w="1437" w:type="dxa"/>
            <w:vAlign w:val="center"/>
          </w:tcPr>
          <w:p w:rsidR="00C57E27" w:rsidRDefault="00C57E27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3.5</w:t>
            </w:r>
          </w:p>
          <w:p w:rsidR="00C57E27" w:rsidRPr="00810647" w:rsidRDefault="00C57E27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</w:p>
          <w:p w:rsidR="00C57E27" w:rsidRPr="00810647" w:rsidRDefault="00C57E27" w:rsidP="0081064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</w:t>
            </w:r>
          </w:p>
        </w:tc>
        <w:tc>
          <w:tcPr>
            <w:tcW w:w="1256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  <w:p w:rsidR="00C57E27" w:rsidRPr="00810647" w:rsidRDefault="00C57E27" w:rsidP="0081064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Needs improvement  </w:t>
            </w:r>
          </w:p>
        </w:tc>
        <w:tc>
          <w:tcPr>
            <w:tcW w:w="1715" w:type="dxa"/>
            <w:vAlign w:val="center"/>
          </w:tcPr>
          <w:p w:rsidR="00C57E27" w:rsidRDefault="00C57E27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2.5</w:t>
            </w:r>
          </w:p>
          <w:p w:rsidR="00C57E27" w:rsidRPr="00810647" w:rsidRDefault="00C57E27" w:rsidP="00810647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</w:p>
          <w:p w:rsidR="00C57E27" w:rsidRPr="00810647" w:rsidRDefault="00C57E27" w:rsidP="0081064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Not at all </w:t>
            </w:r>
          </w:p>
        </w:tc>
        <w:tc>
          <w:tcPr>
            <w:tcW w:w="1725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  <w:rPr>
                <w:sz w:val="24"/>
                <w:szCs w:val="24"/>
              </w:rPr>
            </w:pPr>
            <w:r w:rsidRPr="00810647">
              <w:rPr>
                <w:sz w:val="24"/>
                <w:szCs w:val="24"/>
              </w:rPr>
              <w:t>Total Points</w:t>
            </w:r>
          </w:p>
        </w:tc>
      </w:tr>
      <w:tr w:rsidR="00C57E27" w:rsidRPr="00810647">
        <w:trPr>
          <w:trHeight w:val="579"/>
        </w:trPr>
        <w:tc>
          <w:tcPr>
            <w:tcW w:w="3070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  <w:r>
              <w:t>All group members contributed equally</w:t>
            </w:r>
          </w:p>
        </w:tc>
        <w:tc>
          <w:tcPr>
            <w:tcW w:w="1679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</w:tr>
      <w:tr w:rsidR="00C57E27" w:rsidRPr="00810647">
        <w:trPr>
          <w:trHeight w:val="612"/>
        </w:trPr>
        <w:tc>
          <w:tcPr>
            <w:tcW w:w="3070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  <w:r>
              <w:t xml:space="preserve">Creativity </w:t>
            </w:r>
          </w:p>
        </w:tc>
        <w:tc>
          <w:tcPr>
            <w:tcW w:w="1679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</w:tr>
      <w:tr w:rsidR="00C57E27" w:rsidRPr="00810647">
        <w:trPr>
          <w:trHeight w:val="612"/>
        </w:trPr>
        <w:tc>
          <w:tcPr>
            <w:tcW w:w="3070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  <w:r>
              <w:t>Shows Unethical situation &amp; ethical correction</w:t>
            </w:r>
          </w:p>
        </w:tc>
        <w:tc>
          <w:tcPr>
            <w:tcW w:w="1679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</w:tr>
      <w:tr w:rsidR="00C57E27" w:rsidRPr="00810647">
        <w:trPr>
          <w:trHeight w:val="612"/>
        </w:trPr>
        <w:tc>
          <w:tcPr>
            <w:tcW w:w="3070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  <w:r>
              <w:t xml:space="preserve">Video is 3-4 mins </w:t>
            </w:r>
          </w:p>
        </w:tc>
        <w:tc>
          <w:tcPr>
            <w:tcW w:w="1679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</w:tr>
      <w:tr w:rsidR="00C57E27" w:rsidRPr="00810647">
        <w:trPr>
          <w:trHeight w:val="612"/>
        </w:trPr>
        <w:tc>
          <w:tcPr>
            <w:tcW w:w="3070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  <w:r>
              <w:t xml:space="preserve">Video is appropriate for audience </w:t>
            </w:r>
          </w:p>
        </w:tc>
        <w:tc>
          <w:tcPr>
            <w:tcW w:w="1679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C57E27" w:rsidRPr="00810647" w:rsidRDefault="00C57E27" w:rsidP="00810647">
            <w:pPr>
              <w:pStyle w:val="NoSpacing"/>
              <w:jc w:val="center"/>
            </w:pPr>
          </w:p>
        </w:tc>
      </w:tr>
      <w:tr w:rsidR="00C57E27" w:rsidRPr="00810647">
        <w:trPr>
          <w:trHeight w:val="612"/>
        </w:trPr>
        <w:tc>
          <w:tcPr>
            <w:tcW w:w="3070" w:type="dxa"/>
            <w:vAlign w:val="center"/>
          </w:tcPr>
          <w:p w:rsidR="00C57E27" w:rsidRDefault="00C57E27" w:rsidP="000D5B77">
            <w:pPr>
              <w:pStyle w:val="NoSpacing"/>
              <w:jc w:val="center"/>
            </w:pPr>
            <w:r>
              <w:t>Good use of Time</w:t>
            </w:r>
          </w:p>
        </w:tc>
        <w:tc>
          <w:tcPr>
            <w:tcW w:w="1679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</w:tr>
      <w:tr w:rsidR="00C57E27" w:rsidRPr="00810647">
        <w:trPr>
          <w:trHeight w:val="612"/>
        </w:trPr>
        <w:tc>
          <w:tcPr>
            <w:tcW w:w="3070" w:type="dxa"/>
            <w:vAlign w:val="center"/>
          </w:tcPr>
          <w:p w:rsidR="00C57E27" w:rsidRDefault="00C57E27" w:rsidP="000D5B77">
            <w:pPr>
              <w:pStyle w:val="NoSpacing"/>
              <w:jc w:val="center"/>
            </w:pPr>
            <w:r>
              <w:t>Editing Quality</w:t>
            </w:r>
          </w:p>
        </w:tc>
        <w:tc>
          <w:tcPr>
            <w:tcW w:w="1679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</w:tr>
      <w:tr w:rsidR="00C57E27" w:rsidRPr="00810647">
        <w:trPr>
          <w:trHeight w:val="612"/>
        </w:trPr>
        <w:tc>
          <w:tcPr>
            <w:tcW w:w="3070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  <w:r>
              <w:t xml:space="preserve">Considerate while others presented  </w:t>
            </w:r>
          </w:p>
        </w:tc>
        <w:tc>
          <w:tcPr>
            <w:tcW w:w="1679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  <w:tc>
          <w:tcPr>
            <w:tcW w:w="1437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  <w:tc>
          <w:tcPr>
            <w:tcW w:w="1256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  <w:tc>
          <w:tcPr>
            <w:tcW w:w="1715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  <w:tc>
          <w:tcPr>
            <w:tcW w:w="1725" w:type="dxa"/>
            <w:vAlign w:val="center"/>
          </w:tcPr>
          <w:p w:rsidR="00C57E27" w:rsidRPr="00810647" w:rsidRDefault="00C57E27" w:rsidP="000D5B77">
            <w:pPr>
              <w:pStyle w:val="NoSpacing"/>
              <w:jc w:val="center"/>
            </w:pPr>
          </w:p>
        </w:tc>
      </w:tr>
    </w:tbl>
    <w:p w:rsidR="00C57E27" w:rsidRDefault="00C57E27">
      <w:r>
        <w:tab/>
      </w:r>
    </w:p>
    <w:p w:rsidR="00C57E27" w:rsidRDefault="00C57E27" w:rsidP="00E24F24">
      <w:pPr>
        <w:jc w:val="center"/>
      </w:pPr>
      <w:r>
        <w:t>Total Score: ______________ / 32 = _____________</w:t>
      </w:r>
    </w:p>
    <w:p w:rsidR="00C57E27" w:rsidRDefault="00C57E27" w:rsidP="00E24F24">
      <w:pPr>
        <w:jc w:val="center"/>
      </w:pPr>
    </w:p>
    <w:sectPr w:rsidR="00C57E27" w:rsidSect="00B03C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136E7"/>
    <w:multiLevelType w:val="hybridMultilevel"/>
    <w:tmpl w:val="08481B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A5F3742"/>
    <w:multiLevelType w:val="hybridMultilevel"/>
    <w:tmpl w:val="5BD2E4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105237"/>
    <w:multiLevelType w:val="multilevel"/>
    <w:tmpl w:val="B3CAF5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F2407BC"/>
    <w:multiLevelType w:val="hybridMultilevel"/>
    <w:tmpl w:val="DB80425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720925CD"/>
    <w:multiLevelType w:val="hybridMultilevel"/>
    <w:tmpl w:val="0FB4ED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07"/>
    <w:rsid w:val="000726A0"/>
    <w:rsid w:val="000D5B77"/>
    <w:rsid w:val="001832FD"/>
    <w:rsid w:val="002B52FF"/>
    <w:rsid w:val="002E5C3C"/>
    <w:rsid w:val="003037B7"/>
    <w:rsid w:val="003B7555"/>
    <w:rsid w:val="003F2EF3"/>
    <w:rsid w:val="004D6B4F"/>
    <w:rsid w:val="00542A1A"/>
    <w:rsid w:val="005622A6"/>
    <w:rsid w:val="00596219"/>
    <w:rsid w:val="005A0FDE"/>
    <w:rsid w:val="005F7D54"/>
    <w:rsid w:val="00635C09"/>
    <w:rsid w:val="00651163"/>
    <w:rsid w:val="00654129"/>
    <w:rsid w:val="00663272"/>
    <w:rsid w:val="00670277"/>
    <w:rsid w:val="006B4EC7"/>
    <w:rsid w:val="007617E9"/>
    <w:rsid w:val="00793DD7"/>
    <w:rsid w:val="007F072E"/>
    <w:rsid w:val="00810647"/>
    <w:rsid w:val="00823D54"/>
    <w:rsid w:val="0093430D"/>
    <w:rsid w:val="00A16B76"/>
    <w:rsid w:val="00A71BD7"/>
    <w:rsid w:val="00B03C07"/>
    <w:rsid w:val="00B25074"/>
    <w:rsid w:val="00C57E27"/>
    <w:rsid w:val="00C673C1"/>
    <w:rsid w:val="00CB2AFF"/>
    <w:rsid w:val="00CE3FAC"/>
    <w:rsid w:val="00D46D3B"/>
    <w:rsid w:val="00E24F24"/>
    <w:rsid w:val="00E773CF"/>
    <w:rsid w:val="00EB06A3"/>
    <w:rsid w:val="00F81C45"/>
    <w:rsid w:val="00FA79C1"/>
    <w:rsid w:val="00FE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D5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3C07"/>
    <w:pPr>
      <w:ind w:left="720"/>
    </w:pPr>
  </w:style>
  <w:style w:type="table" w:styleId="TableGrid">
    <w:name w:val="Table Grid"/>
    <w:basedOn w:val="TableNormal"/>
    <w:uiPriority w:val="99"/>
    <w:rsid w:val="00B03C07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24F24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1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59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146</Words>
  <Characters>834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Create a Country Project</dc:title>
  <dc:subject/>
  <dc:creator>LDec</dc:creator>
  <cp:keywords/>
  <dc:description/>
  <cp:lastModifiedBy>8736</cp:lastModifiedBy>
  <cp:revision>6</cp:revision>
  <cp:lastPrinted>2010-11-23T13:29:00Z</cp:lastPrinted>
  <dcterms:created xsi:type="dcterms:W3CDTF">2010-11-23T13:18:00Z</dcterms:created>
  <dcterms:modified xsi:type="dcterms:W3CDTF">2010-11-23T13:43:00Z</dcterms:modified>
</cp:coreProperties>
</file>